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35AF8B" w14:textId="77777777" w:rsidR="00C73C38" w:rsidRDefault="00C73C38" w:rsidP="00E825C5"/>
    <w:p w14:paraId="509C2B75" w14:textId="77777777" w:rsidR="00C73C38" w:rsidRDefault="00C73C38" w:rsidP="00E825C5"/>
    <w:p w14:paraId="123BF7AE" w14:textId="77777777" w:rsidR="00F55C98" w:rsidRDefault="00F55C98" w:rsidP="00E825C5">
      <w:r>
        <w:br w:type="page"/>
      </w:r>
    </w:p>
    <w:p w14:paraId="21998F53" w14:textId="77777777" w:rsidR="003D61D6" w:rsidRPr="003D61D6" w:rsidRDefault="003D61D6" w:rsidP="00E825C5">
      <w:pPr>
        <w:rPr>
          <w:color w:val="0099FF"/>
        </w:rPr>
      </w:pPr>
      <w:r w:rsidRPr="003D61D6">
        <w:rPr>
          <w:color w:val="0099FF"/>
        </w:rPr>
        <w:lastRenderedPageBreak/>
        <w:t>XXX</w:t>
      </w:r>
    </w:p>
    <w:p w14:paraId="1B1C3713" w14:textId="77777777" w:rsidR="003D61D6" w:rsidRPr="003D61D6" w:rsidRDefault="003D61D6" w:rsidP="00E825C5">
      <w:pPr>
        <w:rPr>
          <w:color w:val="E60019"/>
        </w:rPr>
      </w:pPr>
      <w:r w:rsidRPr="003D61D6">
        <w:rPr>
          <w:color w:val="E60019"/>
        </w:rPr>
        <w:t>XXX</w:t>
      </w:r>
    </w:p>
    <w:p w14:paraId="2479982A" w14:textId="77777777" w:rsidR="003D61D6" w:rsidRPr="003D61D6" w:rsidRDefault="003D61D6" w:rsidP="00E825C5">
      <w:pPr>
        <w:rPr>
          <w:color w:val="29CC00"/>
        </w:rPr>
      </w:pPr>
      <w:r w:rsidRPr="003D61D6">
        <w:rPr>
          <w:color w:val="29CC00"/>
        </w:rPr>
        <w:t>XXX</w:t>
      </w:r>
    </w:p>
    <w:p w14:paraId="67CF48F0" w14:textId="77777777" w:rsidR="003D61D6" w:rsidRDefault="003D61D6" w:rsidP="003D61D6">
      <w:pPr>
        <w:shd w:val="clear" w:color="auto" w:fill="BDE4FF"/>
      </w:pPr>
      <w:r>
        <w:t>XXX</w:t>
      </w:r>
    </w:p>
    <w:p w14:paraId="162E1C8C" w14:textId="77777777" w:rsidR="003D61D6" w:rsidRDefault="003D61D6" w:rsidP="003D61D6">
      <w:pPr>
        <w:shd w:val="clear" w:color="auto" w:fill="E0FFD9"/>
      </w:pPr>
      <w:r>
        <w:t>XXX</w:t>
      </w:r>
    </w:p>
    <w:tbl>
      <w:tblPr>
        <w:tblpPr w:leftFromText="180" w:rightFromText="180" w:vertAnchor="page" w:horzAnchor="page" w:tblpX="1321" w:tblpY="4006"/>
        <w:tblW w:w="807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69"/>
        <w:gridCol w:w="1460"/>
        <w:gridCol w:w="1460"/>
        <w:gridCol w:w="1278"/>
        <w:gridCol w:w="1410"/>
      </w:tblGrid>
      <w:tr w:rsidR="00C73C38" w:rsidRPr="005D171C" w14:paraId="4825CF93" w14:textId="77777777" w:rsidTr="003D61D6">
        <w:trPr>
          <w:trHeight w:val="614"/>
        </w:trPr>
        <w:tc>
          <w:tcPr>
            <w:tcW w:w="2469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099FF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</w:tcPr>
          <w:p w14:paraId="0209D5EB" w14:textId="77777777" w:rsidR="00C73C38" w:rsidRPr="005D171C" w:rsidRDefault="00C73C38" w:rsidP="003D61D6">
            <w:pPr>
              <w:spacing w:before="40" w:after="40"/>
              <w:jc w:val="right"/>
              <w:rPr>
                <w:color w:val="FFFFFF" w:themeColor="background1"/>
              </w:rPr>
            </w:pPr>
          </w:p>
        </w:tc>
        <w:tc>
          <w:tcPr>
            <w:tcW w:w="146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099FF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</w:tcPr>
          <w:p w14:paraId="4E604E8B" w14:textId="77777777" w:rsidR="00C73C38" w:rsidRPr="005D171C" w:rsidRDefault="00C73C38" w:rsidP="003D61D6">
            <w:pPr>
              <w:spacing w:before="40" w:after="40"/>
              <w:jc w:val="center"/>
              <w:rPr>
                <w:color w:val="FFFFFF" w:themeColor="background1"/>
              </w:rPr>
            </w:pPr>
          </w:p>
        </w:tc>
        <w:tc>
          <w:tcPr>
            <w:tcW w:w="146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099FF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</w:tcPr>
          <w:p w14:paraId="5FB210D9" w14:textId="77777777" w:rsidR="00C73C38" w:rsidRPr="005D171C" w:rsidRDefault="00C73C38" w:rsidP="003D61D6">
            <w:pPr>
              <w:spacing w:before="40" w:after="40"/>
              <w:jc w:val="center"/>
              <w:rPr>
                <w:color w:val="FFFFFF" w:themeColor="background1"/>
              </w:rPr>
            </w:pPr>
          </w:p>
        </w:tc>
        <w:tc>
          <w:tcPr>
            <w:tcW w:w="1278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099FF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</w:tcPr>
          <w:p w14:paraId="4D3D4A52" w14:textId="77777777" w:rsidR="00C73C38" w:rsidRPr="005D171C" w:rsidRDefault="00C73C38" w:rsidP="003D61D6">
            <w:pPr>
              <w:spacing w:before="40" w:after="40"/>
              <w:jc w:val="center"/>
              <w:rPr>
                <w:color w:val="FFFFFF" w:themeColor="background1"/>
              </w:rPr>
            </w:pPr>
          </w:p>
        </w:tc>
        <w:tc>
          <w:tcPr>
            <w:tcW w:w="141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099FF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</w:tcPr>
          <w:p w14:paraId="4358FE6F" w14:textId="77777777" w:rsidR="00C73C38" w:rsidRPr="005D171C" w:rsidRDefault="00C73C38" w:rsidP="003D61D6">
            <w:pPr>
              <w:spacing w:before="40" w:after="40"/>
              <w:jc w:val="center"/>
              <w:rPr>
                <w:color w:val="FFFFFF" w:themeColor="background1"/>
              </w:rPr>
            </w:pPr>
          </w:p>
        </w:tc>
      </w:tr>
      <w:tr w:rsidR="00C73C38" w:rsidRPr="005D171C" w14:paraId="4C9979FF" w14:textId="77777777" w:rsidTr="003D61D6">
        <w:trPr>
          <w:trHeight w:val="439"/>
        </w:trPr>
        <w:tc>
          <w:tcPr>
            <w:tcW w:w="2469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0099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6D991FC7" w14:textId="77777777" w:rsidR="00C73C38" w:rsidRPr="005D171C" w:rsidRDefault="00C73C38" w:rsidP="003D61D6">
            <w:pPr>
              <w:spacing w:before="80" w:after="80"/>
              <w:ind w:left="118"/>
              <w:rPr>
                <w:color w:val="FFFFFF" w:themeColor="background1"/>
              </w:rPr>
            </w:pPr>
          </w:p>
        </w:tc>
        <w:tc>
          <w:tcPr>
            <w:tcW w:w="146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DE4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26650C48" w14:textId="77777777" w:rsidR="00C73C38" w:rsidRPr="007D4CCE" w:rsidRDefault="00C73C38" w:rsidP="003D61D6">
            <w:pPr>
              <w:spacing w:before="80" w:after="80"/>
              <w:jc w:val="center"/>
              <w:rPr>
                <w:color w:val="2F5496" w:themeColor="accent1" w:themeShade="BF"/>
              </w:rPr>
            </w:pPr>
          </w:p>
        </w:tc>
        <w:tc>
          <w:tcPr>
            <w:tcW w:w="146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DE4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0D94EAB8" w14:textId="77777777" w:rsidR="00C73C38" w:rsidRPr="007D4CCE" w:rsidRDefault="00C73C38" w:rsidP="003D61D6">
            <w:pPr>
              <w:spacing w:before="80" w:after="80"/>
              <w:jc w:val="center"/>
              <w:rPr>
                <w:color w:val="2F5496" w:themeColor="accent1" w:themeShade="BF"/>
              </w:rPr>
            </w:pPr>
          </w:p>
        </w:tc>
        <w:tc>
          <w:tcPr>
            <w:tcW w:w="1278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DE4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24FD500A" w14:textId="77777777" w:rsidR="00C73C38" w:rsidRPr="007D4CCE" w:rsidRDefault="00C73C38" w:rsidP="003D61D6">
            <w:pPr>
              <w:spacing w:before="80" w:after="80"/>
              <w:jc w:val="center"/>
              <w:rPr>
                <w:color w:val="2F5496" w:themeColor="accent1" w:themeShade="BF"/>
              </w:rPr>
            </w:pPr>
          </w:p>
        </w:tc>
        <w:tc>
          <w:tcPr>
            <w:tcW w:w="141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DE4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24F45624" w14:textId="77777777" w:rsidR="00C73C38" w:rsidRPr="007D4CCE" w:rsidRDefault="00C73C38" w:rsidP="003D61D6">
            <w:pPr>
              <w:spacing w:before="80" w:after="80"/>
              <w:jc w:val="center"/>
              <w:rPr>
                <w:color w:val="2F5496" w:themeColor="accent1" w:themeShade="BF"/>
              </w:rPr>
            </w:pPr>
          </w:p>
        </w:tc>
      </w:tr>
      <w:tr w:rsidR="00C73C38" w:rsidRPr="005D171C" w14:paraId="463CE52C" w14:textId="77777777" w:rsidTr="003D61D6">
        <w:trPr>
          <w:trHeight w:val="461"/>
        </w:trPr>
        <w:tc>
          <w:tcPr>
            <w:tcW w:w="246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0099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36E9FA16" w14:textId="77777777" w:rsidR="00C73C38" w:rsidRPr="005D171C" w:rsidRDefault="00C73C38" w:rsidP="003D61D6">
            <w:pPr>
              <w:spacing w:before="80" w:after="80"/>
              <w:ind w:left="118"/>
              <w:rPr>
                <w:color w:val="FFFFFF" w:themeColor="background1"/>
              </w:rPr>
            </w:pPr>
          </w:p>
        </w:tc>
        <w:tc>
          <w:tcPr>
            <w:tcW w:w="14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0FFD9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492BFEA6" w14:textId="77777777" w:rsidR="00C73C38" w:rsidRPr="007D4CCE" w:rsidRDefault="00C73C38" w:rsidP="003D61D6">
            <w:pPr>
              <w:spacing w:before="80" w:after="80"/>
              <w:jc w:val="center"/>
              <w:rPr>
                <w:color w:val="2F5496" w:themeColor="accent1" w:themeShade="BF"/>
              </w:rPr>
            </w:pPr>
          </w:p>
        </w:tc>
        <w:tc>
          <w:tcPr>
            <w:tcW w:w="14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0FFD9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37D50C48" w14:textId="77777777" w:rsidR="00C73C38" w:rsidRPr="007D4CCE" w:rsidRDefault="00C73C38" w:rsidP="003D61D6">
            <w:pPr>
              <w:spacing w:before="80" w:after="80"/>
              <w:jc w:val="center"/>
              <w:rPr>
                <w:color w:val="2F5496" w:themeColor="accent1" w:themeShade="BF"/>
              </w:rPr>
            </w:pPr>
          </w:p>
        </w:tc>
        <w:tc>
          <w:tcPr>
            <w:tcW w:w="12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0FFD9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0345082B" w14:textId="77777777" w:rsidR="00C73C38" w:rsidRPr="007D4CCE" w:rsidRDefault="00C73C38" w:rsidP="003D61D6">
            <w:pPr>
              <w:spacing w:before="80" w:after="80"/>
              <w:jc w:val="center"/>
              <w:rPr>
                <w:color w:val="2F5496" w:themeColor="accent1" w:themeShade="BF"/>
              </w:rPr>
            </w:pPr>
          </w:p>
        </w:tc>
        <w:tc>
          <w:tcPr>
            <w:tcW w:w="14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0FFD9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0A56FD37" w14:textId="77777777" w:rsidR="00C73C38" w:rsidRPr="007D4CCE" w:rsidRDefault="00C73C38" w:rsidP="003D61D6">
            <w:pPr>
              <w:spacing w:before="80" w:after="80"/>
              <w:jc w:val="center"/>
              <w:rPr>
                <w:color w:val="2F5496" w:themeColor="accent1" w:themeShade="BF"/>
              </w:rPr>
            </w:pPr>
          </w:p>
        </w:tc>
      </w:tr>
      <w:tr w:rsidR="00C73C38" w:rsidRPr="005D171C" w14:paraId="7BBCE6E8" w14:textId="77777777" w:rsidTr="003D61D6">
        <w:trPr>
          <w:trHeight w:val="439"/>
        </w:trPr>
        <w:tc>
          <w:tcPr>
            <w:tcW w:w="246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0099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2930B0AD" w14:textId="77777777" w:rsidR="00C73C38" w:rsidRPr="005D171C" w:rsidRDefault="00C73C38" w:rsidP="003D61D6">
            <w:pPr>
              <w:spacing w:before="80" w:after="80"/>
              <w:ind w:left="118"/>
              <w:rPr>
                <w:color w:val="FFFFFF" w:themeColor="background1"/>
              </w:rPr>
            </w:pPr>
          </w:p>
        </w:tc>
        <w:tc>
          <w:tcPr>
            <w:tcW w:w="14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DE4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4BF6B663" w14:textId="77777777" w:rsidR="00C73C38" w:rsidRPr="007D4CCE" w:rsidRDefault="00C73C38" w:rsidP="003D61D6">
            <w:pPr>
              <w:spacing w:before="80" w:after="80"/>
              <w:jc w:val="center"/>
              <w:rPr>
                <w:color w:val="2F5496" w:themeColor="accent1" w:themeShade="BF"/>
              </w:rPr>
            </w:pPr>
          </w:p>
        </w:tc>
        <w:tc>
          <w:tcPr>
            <w:tcW w:w="14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DE4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52BFD020" w14:textId="77777777" w:rsidR="00C73C38" w:rsidRPr="007D4CCE" w:rsidRDefault="00C73C38" w:rsidP="003D61D6">
            <w:pPr>
              <w:spacing w:before="80" w:after="80"/>
              <w:jc w:val="center"/>
              <w:rPr>
                <w:color w:val="2F5496" w:themeColor="accent1" w:themeShade="BF"/>
              </w:rPr>
            </w:pPr>
          </w:p>
        </w:tc>
        <w:tc>
          <w:tcPr>
            <w:tcW w:w="12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DE4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23A04580" w14:textId="77777777" w:rsidR="00C73C38" w:rsidRPr="007D4CCE" w:rsidRDefault="00C73C38" w:rsidP="003D61D6">
            <w:pPr>
              <w:spacing w:before="80" w:after="80"/>
              <w:jc w:val="center"/>
              <w:rPr>
                <w:color w:val="2F5496" w:themeColor="accent1" w:themeShade="BF"/>
              </w:rPr>
            </w:pPr>
          </w:p>
        </w:tc>
        <w:tc>
          <w:tcPr>
            <w:tcW w:w="14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DE4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56970C3A" w14:textId="77777777" w:rsidR="00C73C38" w:rsidRPr="007D4CCE" w:rsidRDefault="00C73C38" w:rsidP="003D61D6">
            <w:pPr>
              <w:spacing w:before="80" w:after="80"/>
              <w:jc w:val="center"/>
              <w:rPr>
                <w:color w:val="2F5496" w:themeColor="accent1" w:themeShade="BF"/>
              </w:rPr>
            </w:pPr>
          </w:p>
        </w:tc>
      </w:tr>
      <w:tr w:rsidR="00C73C38" w:rsidRPr="005D171C" w14:paraId="6D3193BC" w14:textId="77777777" w:rsidTr="003D61D6">
        <w:trPr>
          <w:trHeight w:val="419"/>
        </w:trPr>
        <w:tc>
          <w:tcPr>
            <w:tcW w:w="246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0099FF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8F34A52" w14:textId="77777777" w:rsidR="00C73C38" w:rsidRPr="005D171C" w:rsidRDefault="00C73C38" w:rsidP="003D61D6">
            <w:pPr>
              <w:spacing w:before="80" w:after="80"/>
              <w:ind w:left="118"/>
              <w:rPr>
                <w:color w:val="FFFFFF" w:themeColor="background1"/>
              </w:rPr>
            </w:pPr>
          </w:p>
        </w:tc>
        <w:tc>
          <w:tcPr>
            <w:tcW w:w="14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0099FF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876DEF7" w14:textId="77777777" w:rsidR="00C73C38" w:rsidRPr="005D171C" w:rsidRDefault="00C73C38" w:rsidP="003D61D6">
            <w:pPr>
              <w:spacing w:before="80" w:after="80"/>
              <w:jc w:val="center"/>
              <w:rPr>
                <w:color w:val="FFFFFF" w:themeColor="background1"/>
              </w:rPr>
            </w:pPr>
          </w:p>
        </w:tc>
        <w:tc>
          <w:tcPr>
            <w:tcW w:w="14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0099FF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35485E5" w14:textId="77777777" w:rsidR="00C73C38" w:rsidRPr="005D171C" w:rsidRDefault="00C73C38" w:rsidP="003D61D6">
            <w:pPr>
              <w:spacing w:before="80" w:after="80"/>
              <w:jc w:val="center"/>
              <w:rPr>
                <w:color w:val="FFFFFF" w:themeColor="background1"/>
              </w:rPr>
            </w:pPr>
          </w:p>
        </w:tc>
        <w:tc>
          <w:tcPr>
            <w:tcW w:w="12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0099FF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CA165B4" w14:textId="77777777" w:rsidR="00C73C38" w:rsidRPr="005D171C" w:rsidRDefault="00C73C38" w:rsidP="003D61D6">
            <w:pPr>
              <w:spacing w:before="80" w:after="80"/>
              <w:jc w:val="center"/>
              <w:rPr>
                <w:color w:val="FFFFFF" w:themeColor="background1"/>
              </w:rPr>
            </w:pPr>
          </w:p>
        </w:tc>
        <w:tc>
          <w:tcPr>
            <w:tcW w:w="14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0099FF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6C7771E" w14:textId="77777777" w:rsidR="00C73C38" w:rsidRPr="005D171C" w:rsidRDefault="00C73C38" w:rsidP="003D61D6">
            <w:pPr>
              <w:spacing w:before="80" w:after="80"/>
              <w:jc w:val="center"/>
              <w:rPr>
                <w:color w:val="FFFFFF" w:themeColor="background1"/>
              </w:rPr>
            </w:pPr>
          </w:p>
        </w:tc>
      </w:tr>
    </w:tbl>
    <w:p w14:paraId="21FD8B56" w14:textId="77777777" w:rsidR="00C73C38" w:rsidRDefault="00C73C38" w:rsidP="00E825C5"/>
    <w:p w14:paraId="16D7156C" w14:textId="77777777" w:rsidR="00C73C38" w:rsidRDefault="00C73C38" w:rsidP="00E825C5"/>
    <w:p w14:paraId="545D8608" w14:textId="77777777" w:rsidR="00F55C98" w:rsidRDefault="00F55C98" w:rsidP="00E825C5">
      <w:r w:rsidRPr="00F55C98">
        <w:rPr>
          <w:noProof/>
          <w:lang w:eastAsia="en-GB"/>
        </w:rPr>
        <w:drawing>
          <wp:inline distT="0" distB="0" distL="0" distR="0" wp14:anchorId="24BEA699" wp14:editId="410A09CF">
            <wp:extent cx="5731510" cy="3716655"/>
            <wp:effectExtent l="0" t="0" r="2540" b="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716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EBCAC8" w14:textId="77777777" w:rsidR="00C73C38" w:rsidRDefault="00C73C38" w:rsidP="00E825C5"/>
    <w:p w14:paraId="4ACF2762" w14:textId="77777777" w:rsidR="00C73C38" w:rsidRDefault="00C73C38" w:rsidP="00E825C5"/>
    <w:p w14:paraId="0826B472" w14:textId="77777777" w:rsidR="00C73C38" w:rsidRDefault="00C73C38" w:rsidP="00E825C5"/>
    <w:p w14:paraId="4FE524B9" w14:textId="77777777" w:rsidR="00C73C38" w:rsidRDefault="00C73C38" w:rsidP="00E825C5"/>
    <w:sectPr w:rsidR="00C73C38" w:rsidSect="00E825C5">
      <w:headerReference w:type="default" r:id="rId10"/>
      <w:footerReference w:type="default" r:id="rId11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EA977E" w14:textId="77777777" w:rsidR="002617DA" w:rsidRDefault="002617DA" w:rsidP="00E825C5">
      <w:r>
        <w:separator/>
      </w:r>
    </w:p>
  </w:endnote>
  <w:endnote w:type="continuationSeparator" w:id="0">
    <w:p w14:paraId="5BE2902F" w14:textId="77777777" w:rsidR="002617DA" w:rsidRDefault="002617DA" w:rsidP="00E825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CC6F27" w14:textId="77777777" w:rsidR="00F55C98" w:rsidRDefault="007F79CD" w:rsidP="00E825C5">
    <w:pPr>
      <w:pStyle w:val="Footer"/>
      <w:tabs>
        <w:tab w:val="clear" w:pos="4513"/>
        <w:tab w:val="clear" w:pos="9026"/>
        <w:tab w:val="right" w:pos="10466"/>
      </w:tabs>
    </w:pPr>
    <w:r w:rsidRPr="00926C33">
      <w:rPr>
        <w:noProof/>
        <w:lang w:eastAsia="en-GB"/>
      </w:rPr>
      <w:drawing>
        <wp:anchor distT="0" distB="0" distL="114300" distR="114300" simplePos="0" relativeHeight="251669504" behindDoc="0" locked="0" layoutInCell="1" allowOverlap="1" wp14:anchorId="0883EC9B" wp14:editId="4818A0DE">
          <wp:simplePos x="0" y="0"/>
          <wp:positionH relativeFrom="column">
            <wp:posOffset>746760</wp:posOffset>
          </wp:positionH>
          <wp:positionV relativeFrom="paragraph">
            <wp:posOffset>51435</wp:posOffset>
          </wp:positionV>
          <wp:extent cx="525780" cy="431165"/>
          <wp:effectExtent l="0" t="0" r="7620" b="6985"/>
          <wp:wrapNone/>
          <wp:docPr id="12" name="Picture 12" descr="A picture containing text&#10;&#10;Description generated with high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Picture 12" descr="A picture containing text&#10;&#10;Description generated with high confidence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5780" cy="4311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26C33">
      <w:rPr>
        <w:noProof/>
        <w:lang w:eastAsia="en-GB"/>
      </w:rPr>
      <w:drawing>
        <wp:anchor distT="0" distB="0" distL="114300" distR="114300" simplePos="0" relativeHeight="251670528" behindDoc="1" locked="0" layoutInCell="1" allowOverlap="1" wp14:anchorId="73E04514" wp14:editId="7DC707B3">
          <wp:simplePos x="0" y="0"/>
          <wp:positionH relativeFrom="margin">
            <wp:posOffset>0</wp:posOffset>
          </wp:positionH>
          <wp:positionV relativeFrom="paragraph">
            <wp:posOffset>0</wp:posOffset>
          </wp:positionV>
          <wp:extent cx="507365" cy="507365"/>
          <wp:effectExtent l="0" t="0" r="6985" b="6985"/>
          <wp:wrapNone/>
          <wp:docPr id="14" name="Picture 14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Picture 14" descr="Logo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7365" cy="5073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825C5" w:rsidRPr="00F55C98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8239" behindDoc="0" locked="0" layoutInCell="1" allowOverlap="1" wp14:anchorId="577F4C8C" wp14:editId="49A86DB3">
              <wp:simplePos x="0" y="0"/>
              <wp:positionH relativeFrom="page">
                <wp:align>right</wp:align>
              </wp:positionH>
              <wp:positionV relativeFrom="paragraph">
                <wp:posOffset>-2067560</wp:posOffset>
              </wp:positionV>
              <wp:extent cx="681248" cy="4659786"/>
              <wp:effectExtent l="67945" t="27305" r="15875" b="15875"/>
              <wp:wrapNone/>
              <wp:docPr id="9" name="Freeform: Shape 8">
                <a:extLst xmlns:a="http://schemas.openxmlformats.org/drawingml/2006/main">
                  <a:ext uri="{FF2B5EF4-FFF2-40B4-BE49-F238E27FC236}">
                    <a16:creationId xmlns:a16="http://schemas.microsoft.com/office/drawing/2014/main" id="{FB39AAA8-7E05-4E49-B64C-19A94F9DD3B0}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5400000">
                        <a:off x="0" y="0"/>
                        <a:ext cx="681248" cy="4659786"/>
                      </a:xfrm>
                      <a:custGeom>
                        <a:avLst/>
                        <a:gdLst>
                          <a:gd name="connsiteX0" fmla="*/ 0 w 1435608"/>
                          <a:gd name="connsiteY0" fmla="*/ 0 h 3447288"/>
                          <a:gd name="connsiteX1" fmla="*/ 1435608 w 1435608"/>
                          <a:gd name="connsiteY1" fmla="*/ 0 h 3447288"/>
                          <a:gd name="connsiteX2" fmla="*/ 1435608 w 1435608"/>
                          <a:gd name="connsiteY2" fmla="*/ 3447288 h 3447288"/>
                          <a:gd name="connsiteX3" fmla="*/ 813816 w 1435608"/>
                          <a:gd name="connsiteY3" fmla="*/ 1252728 h 3447288"/>
                          <a:gd name="connsiteX4" fmla="*/ 0 w 1435608"/>
                          <a:gd name="connsiteY4" fmla="*/ 0 h 3447288"/>
                          <a:gd name="connsiteX0" fmla="*/ 0 w 1435608"/>
                          <a:gd name="connsiteY0" fmla="*/ 0 h 3447288"/>
                          <a:gd name="connsiteX1" fmla="*/ 1435608 w 1435608"/>
                          <a:gd name="connsiteY1" fmla="*/ 0 h 3447288"/>
                          <a:gd name="connsiteX2" fmla="*/ 1435608 w 1435608"/>
                          <a:gd name="connsiteY2" fmla="*/ 3447288 h 3447288"/>
                          <a:gd name="connsiteX3" fmla="*/ 758952 w 1435608"/>
                          <a:gd name="connsiteY3" fmla="*/ 1353312 h 3447288"/>
                          <a:gd name="connsiteX4" fmla="*/ 0 w 1435608"/>
                          <a:gd name="connsiteY4" fmla="*/ 0 h 3447288"/>
                          <a:gd name="connsiteX0" fmla="*/ 13341 w 1448949"/>
                          <a:gd name="connsiteY0" fmla="*/ 0 h 3467284"/>
                          <a:gd name="connsiteX1" fmla="*/ 1448949 w 1448949"/>
                          <a:gd name="connsiteY1" fmla="*/ 0 h 3467284"/>
                          <a:gd name="connsiteX2" fmla="*/ 1448949 w 1448949"/>
                          <a:gd name="connsiteY2" fmla="*/ 3447288 h 3467284"/>
                          <a:gd name="connsiteX3" fmla="*/ 772293 w 1448949"/>
                          <a:gd name="connsiteY3" fmla="*/ 1353312 h 3467284"/>
                          <a:gd name="connsiteX4" fmla="*/ 13341 w 1448949"/>
                          <a:gd name="connsiteY4" fmla="*/ 0 h 3467284"/>
                          <a:gd name="connsiteX0" fmla="*/ 0 w 1435608"/>
                          <a:gd name="connsiteY0" fmla="*/ 0 h 3467284"/>
                          <a:gd name="connsiteX1" fmla="*/ 1435608 w 1435608"/>
                          <a:gd name="connsiteY1" fmla="*/ 0 h 3467284"/>
                          <a:gd name="connsiteX2" fmla="*/ 1435608 w 1435608"/>
                          <a:gd name="connsiteY2" fmla="*/ 3447288 h 3467284"/>
                          <a:gd name="connsiteX3" fmla="*/ 758952 w 1435608"/>
                          <a:gd name="connsiteY3" fmla="*/ 1353312 h 3467284"/>
                          <a:gd name="connsiteX4" fmla="*/ 0 w 1435608"/>
                          <a:gd name="connsiteY4" fmla="*/ 0 h 3467284"/>
                          <a:gd name="connsiteX0" fmla="*/ 0 w 1435608"/>
                          <a:gd name="connsiteY0" fmla="*/ 0 h 3447288"/>
                          <a:gd name="connsiteX1" fmla="*/ 1435608 w 1435608"/>
                          <a:gd name="connsiteY1" fmla="*/ 0 h 3447288"/>
                          <a:gd name="connsiteX2" fmla="*/ 1435608 w 1435608"/>
                          <a:gd name="connsiteY2" fmla="*/ 3447288 h 3447288"/>
                          <a:gd name="connsiteX3" fmla="*/ 758952 w 1435608"/>
                          <a:gd name="connsiteY3" fmla="*/ 1353312 h 3447288"/>
                          <a:gd name="connsiteX4" fmla="*/ 0 w 1435608"/>
                          <a:gd name="connsiteY4" fmla="*/ 0 h 3447288"/>
                        </a:gdLst>
                        <a:ahLst/>
                        <a:cxnLst>
                          <a:cxn ang="0">
                            <a:pos x="connsiteX0" y="connsiteY0"/>
                          </a:cxn>
                          <a:cxn ang="0">
                            <a:pos x="connsiteX1" y="connsiteY1"/>
                          </a:cxn>
                          <a:cxn ang="0">
                            <a:pos x="connsiteX2" y="connsiteY2"/>
                          </a:cxn>
                          <a:cxn ang="0">
                            <a:pos x="connsiteX3" y="connsiteY3"/>
                          </a:cxn>
                          <a:cxn ang="0">
                            <a:pos x="connsiteX4" y="connsiteY4"/>
                          </a:cxn>
                        </a:cxnLst>
                        <a:rect l="l" t="t" r="r" b="b"/>
                        <a:pathLst>
                          <a:path w="1435608" h="3447288">
                            <a:moveTo>
                              <a:pt x="0" y="0"/>
                            </a:moveTo>
                            <a:lnTo>
                              <a:pt x="1435608" y="0"/>
                            </a:lnTo>
                            <a:lnTo>
                              <a:pt x="1435608" y="3447288"/>
                            </a:lnTo>
                            <a:cubicBezTo>
                              <a:pt x="1185672" y="2557272"/>
                              <a:pt x="998220" y="1927860"/>
                              <a:pt x="758952" y="1353312"/>
                            </a:cubicBezTo>
                            <a:cubicBezTo>
                              <a:pt x="519684" y="778764"/>
                              <a:pt x="445008" y="673608"/>
                              <a:pt x="0" y="0"/>
                            </a:cubicBezTo>
                            <a:close/>
                          </a:path>
                        </a:pathLst>
                      </a:custGeom>
                      <a:solidFill>
                        <a:srgbClr val="0099FF"/>
                      </a:solidFill>
                      <a:ln w="9525">
                        <a:solidFill>
                          <a:srgbClr val="0099FF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</wp:anchor>
          </w:drawing>
        </mc:Choice>
        <mc:Fallback>
          <w:pict>
            <v:shape w14:anchorId="14EB56C2" id="Freeform: Shape 8" o:spid="_x0000_s1026" style="position:absolute;margin-left:2.45pt;margin-top:-162.8pt;width:53.65pt;height:366.9pt;rotation:90;z-index:251658239;visibility:visible;mso-wrap-style:square;mso-wrap-distance-left:9pt;mso-wrap-distance-top:0;mso-wrap-distance-right:9pt;mso-wrap-distance-bottom:0;mso-position-horizontal:right;mso-position-horizontal-relative:page;mso-position-vertical:absolute;mso-position-vertical-relative:text;v-text-anchor:middle" coordsize="1435608,3447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" path="m,l1435608,r,3447288c1185672,2557272,998220,1927860,758952,1353312,519684,778764,445008,673608,,xe" fillcolor="#09f" strokecolor="#09f">
              <v:stroke joinstyle="miter"/>
              <v:path arrowok="t" o:connecttype="custom" o:connectlocs="0,0;681248,0;681248,4659786;360150,1829306;0,0" o:connectangles="0,0,0,0,0"/>
              <w10:wrap anchorx="page"/>
            </v:shape>
          </w:pict>
        </mc:Fallback>
      </mc:AlternateContent>
    </w:r>
    <w:r w:rsidR="00F55C98" w:rsidRPr="00F55C98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D8559DF" wp14:editId="5FD5A4CA">
              <wp:simplePos x="0" y="0"/>
              <wp:positionH relativeFrom="column">
                <wp:posOffset>0</wp:posOffset>
              </wp:positionH>
              <wp:positionV relativeFrom="paragraph">
                <wp:posOffset>27305</wp:posOffset>
              </wp:positionV>
              <wp:extent cx="681248" cy="4659786"/>
              <wp:effectExtent l="67945" t="27305" r="15875" b="15875"/>
              <wp:wrapNone/>
              <wp:docPr id="1" name="Freeform: Shape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5400000">
                        <a:off x="0" y="0"/>
                        <a:ext cx="681248" cy="4659786"/>
                      </a:xfrm>
                      <a:custGeom>
                        <a:avLst/>
                        <a:gdLst>
                          <a:gd name="connsiteX0" fmla="*/ 0 w 1435608"/>
                          <a:gd name="connsiteY0" fmla="*/ 0 h 3447288"/>
                          <a:gd name="connsiteX1" fmla="*/ 1435608 w 1435608"/>
                          <a:gd name="connsiteY1" fmla="*/ 0 h 3447288"/>
                          <a:gd name="connsiteX2" fmla="*/ 1435608 w 1435608"/>
                          <a:gd name="connsiteY2" fmla="*/ 3447288 h 3447288"/>
                          <a:gd name="connsiteX3" fmla="*/ 813816 w 1435608"/>
                          <a:gd name="connsiteY3" fmla="*/ 1252728 h 3447288"/>
                          <a:gd name="connsiteX4" fmla="*/ 0 w 1435608"/>
                          <a:gd name="connsiteY4" fmla="*/ 0 h 3447288"/>
                          <a:gd name="connsiteX0" fmla="*/ 0 w 1435608"/>
                          <a:gd name="connsiteY0" fmla="*/ 0 h 3447288"/>
                          <a:gd name="connsiteX1" fmla="*/ 1435608 w 1435608"/>
                          <a:gd name="connsiteY1" fmla="*/ 0 h 3447288"/>
                          <a:gd name="connsiteX2" fmla="*/ 1435608 w 1435608"/>
                          <a:gd name="connsiteY2" fmla="*/ 3447288 h 3447288"/>
                          <a:gd name="connsiteX3" fmla="*/ 758952 w 1435608"/>
                          <a:gd name="connsiteY3" fmla="*/ 1353312 h 3447288"/>
                          <a:gd name="connsiteX4" fmla="*/ 0 w 1435608"/>
                          <a:gd name="connsiteY4" fmla="*/ 0 h 3447288"/>
                          <a:gd name="connsiteX0" fmla="*/ 13341 w 1448949"/>
                          <a:gd name="connsiteY0" fmla="*/ 0 h 3467284"/>
                          <a:gd name="connsiteX1" fmla="*/ 1448949 w 1448949"/>
                          <a:gd name="connsiteY1" fmla="*/ 0 h 3467284"/>
                          <a:gd name="connsiteX2" fmla="*/ 1448949 w 1448949"/>
                          <a:gd name="connsiteY2" fmla="*/ 3447288 h 3467284"/>
                          <a:gd name="connsiteX3" fmla="*/ 772293 w 1448949"/>
                          <a:gd name="connsiteY3" fmla="*/ 1353312 h 3467284"/>
                          <a:gd name="connsiteX4" fmla="*/ 13341 w 1448949"/>
                          <a:gd name="connsiteY4" fmla="*/ 0 h 3467284"/>
                          <a:gd name="connsiteX0" fmla="*/ 0 w 1435608"/>
                          <a:gd name="connsiteY0" fmla="*/ 0 h 3467284"/>
                          <a:gd name="connsiteX1" fmla="*/ 1435608 w 1435608"/>
                          <a:gd name="connsiteY1" fmla="*/ 0 h 3467284"/>
                          <a:gd name="connsiteX2" fmla="*/ 1435608 w 1435608"/>
                          <a:gd name="connsiteY2" fmla="*/ 3447288 h 3467284"/>
                          <a:gd name="connsiteX3" fmla="*/ 758952 w 1435608"/>
                          <a:gd name="connsiteY3" fmla="*/ 1353312 h 3467284"/>
                          <a:gd name="connsiteX4" fmla="*/ 0 w 1435608"/>
                          <a:gd name="connsiteY4" fmla="*/ 0 h 3467284"/>
                          <a:gd name="connsiteX0" fmla="*/ 0 w 1435608"/>
                          <a:gd name="connsiteY0" fmla="*/ 0 h 3447288"/>
                          <a:gd name="connsiteX1" fmla="*/ 1435608 w 1435608"/>
                          <a:gd name="connsiteY1" fmla="*/ 0 h 3447288"/>
                          <a:gd name="connsiteX2" fmla="*/ 1435608 w 1435608"/>
                          <a:gd name="connsiteY2" fmla="*/ 3447288 h 3447288"/>
                          <a:gd name="connsiteX3" fmla="*/ 758952 w 1435608"/>
                          <a:gd name="connsiteY3" fmla="*/ 1353312 h 3447288"/>
                          <a:gd name="connsiteX4" fmla="*/ 0 w 1435608"/>
                          <a:gd name="connsiteY4" fmla="*/ 0 h 3447288"/>
                        </a:gdLst>
                        <a:ahLst/>
                        <a:cxnLst>
                          <a:cxn ang="0">
                            <a:pos x="connsiteX0" y="connsiteY0"/>
                          </a:cxn>
                          <a:cxn ang="0">
                            <a:pos x="connsiteX1" y="connsiteY1"/>
                          </a:cxn>
                          <a:cxn ang="0">
                            <a:pos x="connsiteX2" y="connsiteY2"/>
                          </a:cxn>
                          <a:cxn ang="0">
                            <a:pos x="connsiteX3" y="connsiteY3"/>
                          </a:cxn>
                          <a:cxn ang="0">
                            <a:pos x="connsiteX4" y="connsiteY4"/>
                          </a:cxn>
                        </a:cxnLst>
                        <a:rect l="l" t="t" r="r" b="b"/>
                        <a:pathLst>
                          <a:path w="1435608" h="3447288">
                            <a:moveTo>
                              <a:pt x="0" y="0"/>
                            </a:moveTo>
                            <a:lnTo>
                              <a:pt x="1435608" y="0"/>
                            </a:lnTo>
                            <a:lnTo>
                              <a:pt x="1435608" y="3447288"/>
                            </a:lnTo>
                            <a:cubicBezTo>
                              <a:pt x="1185672" y="2557272"/>
                              <a:pt x="998220" y="1927860"/>
                              <a:pt x="758952" y="1353312"/>
                            </a:cubicBezTo>
                            <a:cubicBezTo>
                              <a:pt x="519684" y="778764"/>
                              <a:pt x="445008" y="673608"/>
                              <a:pt x="0" y="0"/>
                            </a:cubicBezTo>
                            <a:close/>
                          </a:path>
                        </a:pathLst>
                      </a:custGeom>
                      <a:solidFill>
                        <a:srgbClr val="0099FF"/>
                      </a:solidFill>
                      <a:ln w="9525">
                        <a:solidFill>
                          <a:srgbClr val="0099FF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</wp:anchor>
          </w:drawing>
        </mc:Choice>
        <mc:Fallback>
          <w:pict>
            <v:shape w14:anchorId="72BECBEC" id="Freeform: Shape 8" o:spid="_x0000_s1026" style="position:absolute;margin-left:0;margin-top:2.15pt;width:53.65pt;height:366.9pt;rotation:90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435608,3447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" path="m,l1435608,r,3447288c1185672,2557272,998220,1927860,758952,1353312,519684,778764,445008,673608,,xe" fillcolor="#09f" strokecolor="#09f">
              <v:stroke joinstyle="miter"/>
              <v:path arrowok="t" o:connecttype="custom" o:connectlocs="0,0;681248,0;681248,4659786;360150,1829306;0,0" o:connectangles="0,0,0,0,0"/>
            </v:shape>
          </w:pict>
        </mc:Fallback>
      </mc:AlternateContent>
    </w:r>
    <w:r w:rsidR="00E825C5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2715F4" w14:textId="77777777" w:rsidR="002617DA" w:rsidRDefault="002617DA" w:rsidP="00E825C5">
      <w:r>
        <w:separator/>
      </w:r>
    </w:p>
  </w:footnote>
  <w:footnote w:type="continuationSeparator" w:id="0">
    <w:p w14:paraId="34EB7748" w14:textId="77777777" w:rsidR="002617DA" w:rsidRDefault="002617DA" w:rsidP="00E825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521CB9" w14:textId="77777777" w:rsidR="00E825C5" w:rsidRDefault="007F79CD" w:rsidP="00E825C5">
    <w:pPr>
      <w:pStyle w:val="Header"/>
    </w:pPr>
    <w:r>
      <w:rPr>
        <w:noProof/>
      </w:rPr>
      <w:drawing>
        <wp:anchor distT="0" distB="0" distL="114300" distR="114300" simplePos="0" relativeHeight="251667456" behindDoc="1" locked="0" layoutInCell="1" allowOverlap="1" wp14:anchorId="3BE9BDAE" wp14:editId="111E9A06">
          <wp:simplePos x="0" y="0"/>
          <wp:positionH relativeFrom="margin">
            <wp:posOffset>5086350</wp:posOffset>
          </wp:positionH>
          <wp:positionV relativeFrom="paragraph">
            <wp:posOffset>-276860</wp:posOffset>
          </wp:positionV>
          <wp:extent cx="1683622" cy="537345"/>
          <wp:effectExtent l="0" t="0" r="0" b="0"/>
          <wp:wrapNone/>
          <wp:docPr id="3" name="Picture 3" descr="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Tex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83622" cy="5373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825C5" w:rsidRPr="00F55C98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E079B8A" wp14:editId="64E6E249">
              <wp:simplePos x="0" y="0"/>
              <wp:positionH relativeFrom="page">
                <wp:align>left</wp:align>
              </wp:positionH>
              <wp:positionV relativeFrom="paragraph">
                <wp:posOffset>-2428240</wp:posOffset>
              </wp:positionV>
              <wp:extent cx="681248" cy="4659786"/>
              <wp:effectExtent l="0" t="8255" r="92075" b="34925"/>
              <wp:wrapNone/>
              <wp:docPr id="5" name="Freeform: Shape 4">
                <a:extLst xmlns:a="http://schemas.openxmlformats.org/drawingml/2006/main">
                  <a:ext uri="{FF2B5EF4-FFF2-40B4-BE49-F238E27FC236}">
                    <a16:creationId xmlns:a16="http://schemas.microsoft.com/office/drawing/2014/main" id="{E35BC2FD-6CEE-4017-97F0-5C54F56F584A}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6200000">
                        <a:off x="0" y="0"/>
                        <a:ext cx="681248" cy="4659786"/>
                      </a:xfrm>
                      <a:custGeom>
                        <a:avLst/>
                        <a:gdLst>
                          <a:gd name="connsiteX0" fmla="*/ 0 w 1435608"/>
                          <a:gd name="connsiteY0" fmla="*/ 0 h 3447288"/>
                          <a:gd name="connsiteX1" fmla="*/ 1435608 w 1435608"/>
                          <a:gd name="connsiteY1" fmla="*/ 0 h 3447288"/>
                          <a:gd name="connsiteX2" fmla="*/ 1435608 w 1435608"/>
                          <a:gd name="connsiteY2" fmla="*/ 3447288 h 3447288"/>
                          <a:gd name="connsiteX3" fmla="*/ 813816 w 1435608"/>
                          <a:gd name="connsiteY3" fmla="*/ 1252728 h 3447288"/>
                          <a:gd name="connsiteX4" fmla="*/ 0 w 1435608"/>
                          <a:gd name="connsiteY4" fmla="*/ 0 h 3447288"/>
                          <a:gd name="connsiteX0" fmla="*/ 0 w 1435608"/>
                          <a:gd name="connsiteY0" fmla="*/ 0 h 3447288"/>
                          <a:gd name="connsiteX1" fmla="*/ 1435608 w 1435608"/>
                          <a:gd name="connsiteY1" fmla="*/ 0 h 3447288"/>
                          <a:gd name="connsiteX2" fmla="*/ 1435608 w 1435608"/>
                          <a:gd name="connsiteY2" fmla="*/ 3447288 h 3447288"/>
                          <a:gd name="connsiteX3" fmla="*/ 758952 w 1435608"/>
                          <a:gd name="connsiteY3" fmla="*/ 1353312 h 3447288"/>
                          <a:gd name="connsiteX4" fmla="*/ 0 w 1435608"/>
                          <a:gd name="connsiteY4" fmla="*/ 0 h 3447288"/>
                          <a:gd name="connsiteX0" fmla="*/ 13341 w 1448949"/>
                          <a:gd name="connsiteY0" fmla="*/ 0 h 3467284"/>
                          <a:gd name="connsiteX1" fmla="*/ 1448949 w 1448949"/>
                          <a:gd name="connsiteY1" fmla="*/ 0 h 3467284"/>
                          <a:gd name="connsiteX2" fmla="*/ 1448949 w 1448949"/>
                          <a:gd name="connsiteY2" fmla="*/ 3447288 h 3467284"/>
                          <a:gd name="connsiteX3" fmla="*/ 772293 w 1448949"/>
                          <a:gd name="connsiteY3" fmla="*/ 1353312 h 3467284"/>
                          <a:gd name="connsiteX4" fmla="*/ 13341 w 1448949"/>
                          <a:gd name="connsiteY4" fmla="*/ 0 h 3467284"/>
                          <a:gd name="connsiteX0" fmla="*/ 0 w 1435608"/>
                          <a:gd name="connsiteY0" fmla="*/ 0 h 3467284"/>
                          <a:gd name="connsiteX1" fmla="*/ 1435608 w 1435608"/>
                          <a:gd name="connsiteY1" fmla="*/ 0 h 3467284"/>
                          <a:gd name="connsiteX2" fmla="*/ 1435608 w 1435608"/>
                          <a:gd name="connsiteY2" fmla="*/ 3447288 h 3467284"/>
                          <a:gd name="connsiteX3" fmla="*/ 758952 w 1435608"/>
                          <a:gd name="connsiteY3" fmla="*/ 1353312 h 3467284"/>
                          <a:gd name="connsiteX4" fmla="*/ 0 w 1435608"/>
                          <a:gd name="connsiteY4" fmla="*/ 0 h 3467284"/>
                          <a:gd name="connsiteX0" fmla="*/ 0 w 1435608"/>
                          <a:gd name="connsiteY0" fmla="*/ 0 h 3447288"/>
                          <a:gd name="connsiteX1" fmla="*/ 1435608 w 1435608"/>
                          <a:gd name="connsiteY1" fmla="*/ 0 h 3447288"/>
                          <a:gd name="connsiteX2" fmla="*/ 1435608 w 1435608"/>
                          <a:gd name="connsiteY2" fmla="*/ 3447288 h 3447288"/>
                          <a:gd name="connsiteX3" fmla="*/ 758952 w 1435608"/>
                          <a:gd name="connsiteY3" fmla="*/ 1353312 h 3447288"/>
                          <a:gd name="connsiteX4" fmla="*/ 0 w 1435608"/>
                          <a:gd name="connsiteY4" fmla="*/ 0 h 3447288"/>
                        </a:gdLst>
                        <a:ahLst/>
                        <a:cxnLst>
                          <a:cxn ang="0">
                            <a:pos x="connsiteX0" y="connsiteY0"/>
                          </a:cxn>
                          <a:cxn ang="0">
                            <a:pos x="connsiteX1" y="connsiteY1"/>
                          </a:cxn>
                          <a:cxn ang="0">
                            <a:pos x="connsiteX2" y="connsiteY2"/>
                          </a:cxn>
                          <a:cxn ang="0">
                            <a:pos x="connsiteX3" y="connsiteY3"/>
                          </a:cxn>
                          <a:cxn ang="0">
                            <a:pos x="connsiteX4" y="connsiteY4"/>
                          </a:cxn>
                        </a:cxnLst>
                        <a:rect l="l" t="t" r="r" b="b"/>
                        <a:pathLst>
                          <a:path w="1435608" h="3447288">
                            <a:moveTo>
                              <a:pt x="0" y="0"/>
                            </a:moveTo>
                            <a:lnTo>
                              <a:pt x="1435608" y="0"/>
                            </a:lnTo>
                            <a:lnTo>
                              <a:pt x="1435608" y="3447288"/>
                            </a:lnTo>
                            <a:cubicBezTo>
                              <a:pt x="1185672" y="2557272"/>
                              <a:pt x="998220" y="1927860"/>
                              <a:pt x="758952" y="1353312"/>
                            </a:cubicBezTo>
                            <a:cubicBezTo>
                              <a:pt x="519684" y="778764"/>
                              <a:pt x="445008" y="673608"/>
                              <a:pt x="0" y="0"/>
                            </a:cubicBezTo>
                            <a:close/>
                          </a:path>
                        </a:pathLst>
                      </a:custGeom>
                      <a:solidFill>
                        <a:srgbClr val="E60019"/>
                      </a:solidFill>
                      <a:ln w="9525">
                        <a:solidFill>
                          <a:srgbClr val="E60019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</wp:anchor>
          </w:drawing>
        </mc:Choice>
        <mc:Fallback>
          <w:pict>
            <v:shape w14:anchorId="5773AAA4" id="Freeform: Shape 4" o:spid="_x0000_s1026" style="position:absolute;margin-left:0;margin-top:-191.2pt;width:53.65pt;height:366.9pt;rotation:-90;z-index:251659264;visibility:visible;mso-wrap-style:square;mso-wrap-distance-left:9pt;mso-wrap-distance-top:0;mso-wrap-distance-right:9pt;mso-wrap-distance-bottom:0;mso-position-horizontal:left;mso-position-horizontal-relative:page;mso-position-vertical:absolute;mso-position-vertical-relative:text;v-text-anchor:middle" coordsize="1435608,3447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" path="m,l1435608,r,3447288c1185672,2557272,998220,1927860,758952,1353312,519684,778764,445008,673608,,xe" fillcolor="#e60019" strokecolor="#e60019">
              <v:stroke joinstyle="miter"/>
              <v:path arrowok="t" o:connecttype="custom" o:connectlocs="0,0;681248,0;681248,4659786;360150,1829306;0,0" o:connectangles="0,0,0,0,0"/>
              <w10:wrap anchorx="page"/>
            </v:shape>
          </w:pict>
        </mc:Fallback>
      </mc:AlternateContent>
    </w:r>
  </w:p>
  <w:p w14:paraId="4C24B42E" w14:textId="77777777" w:rsidR="00F55C98" w:rsidRDefault="00F55C98" w:rsidP="00E825C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17DA"/>
    <w:rsid w:val="001E5B94"/>
    <w:rsid w:val="002160AC"/>
    <w:rsid w:val="002617DA"/>
    <w:rsid w:val="003D61D6"/>
    <w:rsid w:val="004C3306"/>
    <w:rsid w:val="004E40D8"/>
    <w:rsid w:val="00560BE4"/>
    <w:rsid w:val="006E6D8C"/>
    <w:rsid w:val="007F79CD"/>
    <w:rsid w:val="008B2081"/>
    <w:rsid w:val="00932483"/>
    <w:rsid w:val="00A41534"/>
    <w:rsid w:val="00C73426"/>
    <w:rsid w:val="00C73C38"/>
    <w:rsid w:val="00D83DAC"/>
    <w:rsid w:val="00E825C5"/>
    <w:rsid w:val="00F4037D"/>
    <w:rsid w:val="00F4057C"/>
    <w:rsid w:val="00F55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6EEAF13"/>
  <w15:chartTrackingRefBased/>
  <w15:docId w15:val="{0472D477-DAE8-4B97-BE0A-F5C92D0955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5C5"/>
    <w:rPr>
      <w:color w:val="595959" w:themeColor="text1" w:themeTint="A6"/>
    </w:rPr>
  </w:style>
  <w:style w:type="paragraph" w:styleId="Heading1">
    <w:name w:val="heading 1"/>
    <w:basedOn w:val="Normal"/>
    <w:next w:val="Normal"/>
    <w:link w:val="Heading1Char"/>
    <w:uiPriority w:val="9"/>
    <w:qFormat/>
    <w:rsid w:val="00E825C5"/>
    <w:pPr>
      <w:keepNext/>
      <w:keepLines/>
      <w:pBdr>
        <w:bottom w:val="single" w:sz="18" w:space="1" w:color="E60019"/>
      </w:pBdr>
      <w:spacing w:before="360" w:after="120"/>
      <w:outlineLvl w:val="0"/>
    </w:pPr>
    <w:rPr>
      <w:rFonts w:asciiTheme="majorHAnsi" w:eastAsiaTheme="majorEastAsia" w:hAnsiTheme="majorHAnsi" w:cstheme="majorBidi"/>
      <w:color w:val="0099FF"/>
      <w:sz w:val="32"/>
      <w:szCs w:val="32"/>
      <w14:textFill>
        <w14:solidFill>
          <w14:srgbClr w14:val="0099FF">
            <w14:lumMod w14:val="65000"/>
            <w14:lumOff w14:val="35000"/>
          </w14:srgbClr>
        </w14:solidFill>
      </w14:textFill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825C5"/>
    <w:pPr>
      <w:keepNext/>
      <w:keepLines/>
      <w:spacing w:before="240" w:after="120"/>
      <w:outlineLvl w:val="1"/>
    </w:pPr>
    <w:rPr>
      <w:rFonts w:asciiTheme="majorHAnsi" w:eastAsiaTheme="majorEastAsia" w:hAnsiTheme="majorHAnsi" w:cstheme="majorBidi"/>
      <w:b/>
      <w:i/>
      <w:color w:val="0099FF"/>
      <w:sz w:val="26"/>
      <w:szCs w:val="26"/>
      <w14:textFill>
        <w14:solidFill>
          <w14:srgbClr w14:val="0099FF">
            <w14:lumMod w14:val="65000"/>
            <w14:lumOff w14:val="35000"/>
          </w14:srgbClr>
        </w14:solidFill>
      </w14:textFill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55C9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55C98"/>
  </w:style>
  <w:style w:type="paragraph" w:styleId="Footer">
    <w:name w:val="footer"/>
    <w:basedOn w:val="Normal"/>
    <w:link w:val="FooterChar"/>
    <w:uiPriority w:val="99"/>
    <w:unhideWhenUsed/>
    <w:rsid w:val="00F55C9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55C98"/>
  </w:style>
  <w:style w:type="character" w:customStyle="1" w:styleId="Heading1Char">
    <w:name w:val="Heading 1 Char"/>
    <w:basedOn w:val="DefaultParagraphFont"/>
    <w:link w:val="Heading1"/>
    <w:uiPriority w:val="9"/>
    <w:rsid w:val="00E825C5"/>
    <w:rPr>
      <w:rFonts w:asciiTheme="majorHAnsi" w:eastAsiaTheme="majorEastAsia" w:hAnsiTheme="majorHAnsi" w:cstheme="majorBidi"/>
      <w:color w:val="0099FF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E825C5"/>
    <w:pPr>
      <w:spacing w:before="480" w:after="240" w:line="240" w:lineRule="auto"/>
      <w:contextualSpacing/>
    </w:pPr>
    <w:rPr>
      <w:rFonts w:asciiTheme="majorHAnsi" w:eastAsiaTheme="majorEastAsia" w:hAnsiTheme="majorHAnsi" w:cstheme="majorBidi"/>
      <w:color w:val="0099FF"/>
      <w:spacing w:val="-10"/>
      <w:kern w:val="28"/>
      <w:sz w:val="56"/>
      <w:szCs w:val="56"/>
      <w14:textFill>
        <w14:solidFill>
          <w14:srgbClr w14:val="0099FF">
            <w14:lumMod w14:val="65000"/>
            <w14:lumOff w14:val="35000"/>
          </w14:srgbClr>
        </w14:solidFill>
      </w14:textFill>
    </w:rPr>
  </w:style>
  <w:style w:type="character" w:customStyle="1" w:styleId="TitleChar">
    <w:name w:val="Title Char"/>
    <w:basedOn w:val="DefaultParagraphFont"/>
    <w:link w:val="Title"/>
    <w:uiPriority w:val="10"/>
    <w:rsid w:val="00E825C5"/>
    <w:rPr>
      <w:rFonts w:asciiTheme="majorHAnsi" w:eastAsiaTheme="majorEastAsia" w:hAnsiTheme="majorHAnsi" w:cstheme="majorBidi"/>
      <w:color w:val="0099FF"/>
      <w:spacing w:val="-10"/>
      <w:kern w:val="28"/>
      <w:sz w:val="56"/>
      <w:szCs w:val="56"/>
    </w:rPr>
  </w:style>
  <w:style w:type="character" w:customStyle="1" w:styleId="Heading2Char">
    <w:name w:val="Heading 2 Char"/>
    <w:basedOn w:val="DefaultParagraphFont"/>
    <w:link w:val="Heading2"/>
    <w:uiPriority w:val="9"/>
    <w:rsid w:val="00E825C5"/>
    <w:rPr>
      <w:rFonts w:asciiTheme="majorHAnsi" w:eastAsiaTheme="majorEastAsia" w:hAnsiTheme="majorHAnsi" w:cstheme="majorBidi"/>
      <w:b/>
      <w:i/>
      <w:color w:val="0099FF"/>
      <w:sz w:val="26"/>
      <w:szCs w:val="26"/>
    </w:rPr>
  </w:style>
  <w:style w:type="paragraph" w:styleId="NoSpacing">
    <w:name w:val="No Spacing"/>
    <w:uiPriority w:val="1"/>
    <w:qFormat/>
    <w:rsid w:val="00E825C5"/>
    <w:pPr>
      <w:spacing w:after="0" w:line="240" w:lineRule="auto"/>
    </w:pPr>
    <w:rPr>
      <w:color w:val="595959" w:themeColor="text1" w:themeTint="A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emf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eborah.breacher\Sports%20for%20Schools\Sports%20for%20Schools%20Team%20Site%20-%20Templates\Sports%20for%20Schools\SFS%20Swoosh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cde679f-598e-4791-90c7-58368222bbc9">
      <Terms xmlns="http://schemas.microsoft.com/office/infopath/2007/PartnerControls"/>
    </lcf76f155ced4ddcb4097134ff3c332f>
    <TaxCatchAll xmlns="2834935d-d75b-4629-9204-eef8e47cf504" xsi:nil="true"/>
    <Date xmlns="2cde679f-598e-4791-90c7-58368222bbc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C95F36A655394E845E7E88869106CE" ma:contentTypeVersion="17" ma:contentTypeDescription="Create a new document." ma:contentTypeScope="" ma:versionID="5e451f8805a1e18131b8a12eba0e8958">
  <xsd:schema xmlns:xsd="http://www.w3.org/2001/XMLSchema" xmlns:xs="http://www.w3.org/2001/XMLSchema" xmlns:p="http://schemas.microsoft.com/office/2006/metadata/properties" xmlns:ns2="2cde679f-598e-4791-90c7-58368222bbc9" xmlns:ns3="2834935d-d75b-4629-9204-eef8e47cf504" targetNamespace="http://schemas.microsoft.com/office/2006/metadata/properties" ma:root="true" ma:fieldsID="4ce7bc4f4540c34506f3ce63225b3cb8" ns2:_="" ns3:_="">
    <xsd:import namespace="2cde679f-598e-4791-90c7-58368222bbc9"/>
    <xsd:import namespace="2834935d-d75b-4629-9204-eef8e47cf5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de679f-598e-4791-90c7-58368222bb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5" nillable="true" ma:displayName="Length (seconds)" ma:internalName="MediaLengthInSeconds" ma:readOnly="true">
      <xsd:simpleType>
        <xsd:restriction base="dms:Unknown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27e9236-f884-49e0-a2d7-ddc146d8a3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Date" ma:index="24" nillable="true" ma:displayName="Date" ma:format="DateOnly" ma:internalName="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34935d-d75b-4629-9204-eef8e47cf50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351aa2d-2027-48e8-ac19-5ebaadb69245}" ma:internalName="TaxCatchAll" ma:showField="CatchAllData" ma:web="2834935d-d75b-4629-9204-eef8e47cf5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C554719-C974-4702-8922-8941897BD067}">
  <ds:schemaRefs>
    <ds:schemaRef ds:uri="http://schemas.microsoft.com/office/2006/metadata/properties"/>
    <ds:schemaRef ds:uri="http://schemas.microsoft.com/office/infopath/2007/PartnerControls"/>
    <ds:schemaRef ds:uri="2cde679f-598e-4791-90c7-58368222bbc9"/>
    <ds:schemaRef ds:uri="2834935d-d75b-4629-9204-eef8e47cf504"/>
  </ds:schemaRefs>
</ds:datastoreItem>
</file>

<file path=customXml/itemProps2.xml><?xml version="1.0" encoding="utf-8"?>
<ds:datastoreItem xmlns:ds="http://schemas.openxmlformats.org/officeDocument/2006/customXml" ds:itemID="{9D5E2436-26BC-4071-92F7-EC7F044977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de679f-598e-4791-90c7-58368222bbc9"/>
    <ds:schemaRef ds:uri="2834935d-d75b-4629-9204-eef8e47cf5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DE99300-9C87-4EDF-A84D-8CC03B9AF6B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SFS Swoosh Template</Template>
  <TotalTime>1</TotalTime>
  <Pages>2</Pages>
  <Words>9</Words>
  <Characters>53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deborah.breacher</dc:creator>
  <cp:keywords/>
  <dc:description/>
  <cp:lastModifiedBy>Deborah Breacher - Sports For Schools</cp:lastModifiedBy>
  <cp:revision>1</cp:revision>
  <dcterms:created xsi:type="dcterms:W3CDTF">2023-06-08T15:42:00Z</dcterms:created>
  <dcterms:modified xsi:type="dcterms:W3CDTF">2023-06-08T15:43:00Z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0x0101002DC95F36A655394E845E7E88869106CE</vt:lpwstr>
  </property>
</Properties>
</file>